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A9" w:rsidRPr="002D0944" w:rsidRDefault="000D51B2" w:rsidP="0087536E">
      <w:pPr>
        <w:spacing w:line="240" w:lineRule="auto"/>
        <w:ind w:left="496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15667">
        <w:rPr>
          <w:rFonts w:ascii="Times New Roman" w:hAnsi="Times New Roman" w:cs="Times New Roman"/>
          <w:sz w:val="24"/>
          <w:szCs w:val="24"/>
        </w:rPr>
        <w:t>У</w:t>
      </w:r>
      <w:r w:rsidR="00B72E9E" w:rsidRPr="002D0944">
        <w:rPr>
          <w:rFonts w:ascii="Times New Roman" w:hAnsi="Times New Roman" w:cs="Times New Roman"/>
          <w:b/>
          <w:sz w:val="24"/>
          <w:szCs w:val="24"/>
        </w:rPr>
        <w:t>ТВЕРЖДЕН</w:t>
      </w:r>
    </w:p>
    <w:p w:rsidR="00D15667" w:rsidRDefault="002D0944" w:rsidP="0087536E">
      <w:pPr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протоколом </w:t>
      </w:r>
      <w:r w:rsidR="0087536E">
        <w:rPr>
          <w:rFonts w:ascii="Times New Roman" w:hAnsi="Times New Roman" w:cs="Times New Roman"/>
          <w:sz w:val="24"/>
          <w:szCs w:val="24"/>
        </w:rPr>
        <w:t>заседани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753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667" w:rsidRDefault="00D15667" w:rsidP="0087536E">
      <w:pPr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Общественного совета </w:t>
      </w:r>
    </w:p>
    <w:p w:rsidR="00023E9E" w:rsidRPr="004F57D1" w:rsidRDefault="00583DB2" w:rsidP="0087536E">
      <w:pPr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3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3E9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18.12.2024</w:t>
      </w:r>
      <w:r w:rsidR="00023E9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D58A9" w:rsidRDefault="00CD58A9" w:rsidP="004F57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209D" w:rsidRPr="00DA46DA" w:rsidRDefault="0085209D" w:rsidP="004F57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6E9B" w:rsidRPr="00DA46DA" w:rsidRDefault="00846E9B" w:rsidP="008520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6DA">
        <w:rPr>
          <w:rFonts w:ascii="Times New Roman" w:hAnsi="Times New Roman" w:cs="Times New Roman"/>
          <w:b/>
          <w:sz w:val="28"/>
          <w:szCs w:val="28"/>
        </w:rPr>
        <w:t>ПЛАН</w:t>
      </w:r>
      <w:r w:rsidR="00762131" w:rsidRPr="00DA46DA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85209D" w:rsidRPr="00DA46DA" w:rsidRDefault="0085209D" w:rsidP="008520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6DA">
        <w:rPr>
          <w:rFonts w:ascii="Times New Roman" w:hAnsi="Times New Roman" w:cs="Times New Roman"/>
          <w:b/>
          <w:sz w:val="28"/>
          <w:szCs w:val="28"/>
        </w:rPr>
        <w:t xml:space="preserve">ОБЩЕСТВЕННОГО СОВЕТА </w:t>
      </w:r>
    </w:p>
    <w:p w:rsidR="0085209D" w:rsidRPr="00DA46DA" w:rsidRDefault="0085209D" w:rsidP="008520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6DA">
        <w:rPr>
          <w:rFonts w:ascii="Times New Roman" w:hAnsi="Times New Roman" w:cs="Times New Roman"/>
          <w:b/>
          <w:sz w:val="28"/>
          <w:szCs w:val="28"/>
        </w:rPr>
        <w:t xml:space="preserve">КОТЛАССКОГО МУНИЦИПАЛЬНОГО </w:t>
      </w:r>
      <w:r w:rsidR="004560B4" w:rsidRPr="00DA46DA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A46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131" w:rsidRPr="00DA46DA" w:rsidRDefault="0085209D" w:rsidP="008520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2CD">
        <w:rPr>
          <w:rFonts w:ascii="Times New Roman" w:hAnsi="Times New Roman" w:cs="Times New Roman"/>
          <w:b/>
          <w:sz w:val="24"/>
          <w:szCs w:val="24"/>
        </w:rPr>
        <w:t>НА</w:t>
      </w:r>
      <w:r w:rsidRPr="00DA4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2CD" w:rsidRPr="007A72CD">
        <w:rPr>
          <w:rFonts w:ascii="Times New Roman" w:hAnsi="Times New Roman" w:cs="Times New Roman"/>
          <w:b/>
          <w:sz w:val="30"/>
          <w:szCs w:val="30"/>
        </w:rPr>
        <w:t>2025</w:t>
      </w:r>
      <w:r w:rsidRPr="00DA4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72CD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EB0BF7" w:rsidRPr="00EB0BF7" w:rsidRDefault="00EB0BF7" w:rsidP="0085209D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093"/>
        <w:gridCol w:w="1843"/>
        <w:gridCol w:w="283"/>
        <w:gridCol w:w="1984"/>
      </w:tblGrid>
      <w:tr w:rsidR="009F6388" w:rsidRPr="00085B71" w:rsidTr="00317163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57D1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№ </w:t>
            </w:r>
          </w:p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proofErr w:type="gramStart"/>
            <w:r w:rsidRPr="00085B71">
              <w:rPr>
                <w:sz w:val="28"/>
                <w:szCs w:val="28"/>
              </w:rPr>
              <w:t>п</w:t>
            </w:r>
            <w:proofErr w:type="gramEnd"/>
            <w:r w:rsidRPr="00085B71">
              <w:rPr>
                <w:sz w:val="28"/>
                <w:szCs w:val="28"/>
              </w:rPr>
              <w:t>/п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085B71">
            <w:pPr>
              <w:pStyle w:val="ac"/>
              <w:jc w:val="center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7A71" w:rsidRDefault="00846E9B" w:rsidP="00085B71">
            <w:pPr>
              <w:pStyle w:val="ac"/>
              <w:jc w:val="center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Срок </w:t>
            </w:r>
          </w:p>
          <w:p w:rsidR="00846E9B" w:rsidRPr="00085B71" w:rsidRDefault="00846E9B" w:rsidP="00085B71">
            <w:pPr>
              <w:pStyle w:val="ac"/>
              <w:jc w:val="center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исполнения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085B71">
            <w:pPr>
              <w:pStyle w:val="ac"/>
              <w:jc w:val="center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Ответственные</w:t>
            </w:r>
          </w:p>
        </w:tc>
      </w:tr>
      <w:tr w:rsidR="00846E9B" w:rsidRPr="00085B71" w:rsidTr="00317163">
        <w:trPr>
          <w:trHeight w:val="149"/>
          <w:tblCellSpacing w:w="0" w:type="dxa"/>
        </w:trPr>
        <w:tc>
          <w:tcPr>
            <w:tcW w:w="99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C44CD2" w:rsidRDefault="00846E9B" w:rsidP="00085B71">
            <w:pPr>
              <w:pStyle w:val="ac"/>
              <w:numPr>
                <w:ilvl w:val="0"/>
                <w:numId w:val="8"/>
              </w:numPr>
              <w:jc w:val="center"/>
              <w:rPr>
                <w:b/>
                <w:sz w:val="28"/>
                <w:szCs w:val="28"/>
              </w:rPr>
            </w:pPr>
            <w:r w:rsidRPr="00C44CD2">
              <w:rPr>
                <w:b/>
                <w:sz w:val="28"/>
                <w:szCs w:val="28"/>
              </w:rPr>
              <w:t>Участие в осуществлении местного самоуправления</w:t>
            </w:r>
          </w:p>
          <w:p w:rsidR="00085B71" w:rsidRPr="00085B71" w:rsidRDefault="00085B71" w:rsidP="00085B71">
            <w:pPr>
              <w:pStyle w:val="ac"/>
              <w:ind w:left="1080"/>
              <w:rPr>
                <w:sz w:val="28"/>
                <w:szCs w:val="28"/>
              </w:rPr>
            </w:pPr>
          </w:p>
        </w:tc>
      </w:tr>
      <w:tr w:rsidR="009F6388" w:rsidRPr="00085B71" w:rsidTr="008A1187">
        <w:trPr>
          <w:trHeight w:val="128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1.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970A0A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Участие в публичных и общественных слушаниях по основным вопросам </w:t>
            </w:r>
            <w:r w:rsidR="00970A0A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социально</w:t>
            </w:r>
            <w:r w:rsidR="005B7A68">
              <w:rPr>
                <w:sz w:val="28"/>
                <w:szCs w:val="28"/>
              </w:rPr>
              <w:t xml:space="preserve">-экономического развития </w:t>
            </w:r>
            <w:r w:rsidR="00970A0A">
              <w:rPr>
                <w:sz w:val="28"/>
                <w:szCs w:val="28"/>
              </w:rPr>
              <w:t>округа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371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2.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970A0A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Участие в работе районного Собрания депутатов, коллегиальных органов, </w:t>
            </w:r>
            <w:r w:rsidR="00970A0A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 xml:space="preserve">созданных при администрации </w:t>
            </w:r>
            <w:r w:rsidR="00970A0A">
              <w:rPr>
                <w:sz w:val="28"/>
                <w:szCs w:val="28"/>
              </w:rPr>
              <w:t>округа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970A0A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Участие в собраниях граждан по итогам работы администрации</w:t>
            </w:r>
            <w:r w:rsidR="009614A2">
              <w:rPr>
                <w:sz w:val="28"/>
                <w:szCs w:val="28"/>
              </w:rPr>
              <w:t xml:space="preserve"> </w:t>
            </w:r>
            <w:r w:rsidR="00970A0A">
              <w:rPr>
                <w:sz w:val="28"/>
                <w:szCs w:val="28"/>
              </w:rPr>
              <w:t>округа</w:t>
            </w:r>
            <w:r w:rsidR="009614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Проведение </w:t>
            </w:r>
            <w:r w:rsidR="001D663B">
              <w:rPr>
                <w:sz w:val="28"/>
                <w:szCs w:val="28"/>
              </w:rPr>
              <w:t xml:space="preserve">и участие в проведении </w:t>
            </w:r>
            <w:r w:rsidRPr="00085B71">
              <w:rPr>
                <w:sz w:val="28"/>
                <w:szCs w:val="28"/>
              </w:rPr>
              <w:t>«круглых столов» по актуальным вопр</w:t>
            </w:r>
            <w:r w:rsidRPr="00085B71">
              <w:rPr>
                <w:sz w:val="28"/>
                <w:szCs w:val="28"/>
              </w:rPr>
              <w:t>о</w:t>
            </w:r>
            <w:r w:rsidRPr="00085B71">
              <w:rPr>
                <w:sz w:val="28"/>
                <w:szCs w:val="28"/>
              </w:rPr>
              <w:t>сам общественной жизни</w:t>
            </w:r>
            <w:r w:rsidR="00970A0A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187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по мере </w:t>
            </w:r>
          </w:p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необходимости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5.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970A0A" w:rsidP="00970A0A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членов О</w:t>
            </w:r>
            <w:r w:rsidR="00D41642">
              <w:rPr>
                <w:sz w:val="28"/>
                <w:szCs w:val="28"/>
              </w:rPr>
              <w:t xml:space="preserve">бщественного совета </w:t>
            </w:r>
            <w:r>
              <w:rPr>
                <w:sz w:val="28"/>
                <w:szCs w:val="28"/>
              </w:rPr>
              <w:t>на территории округа</w:t>
            </w:r>
            <w:r w:rsidR="00D41642">
              <w:rPr>
                <w:sz w:val="28"/>
                <w:szCs w:val="28"/>
              </w:rPr>
              <w:t xml:space="preserve"> по проблемам, выдв</w:t>
            </w:r>
            <w:r w:rsidR="00D41642">
              <w:rPr>
                <w:sz w:val="28"/>
                <w:szCs w:val="28"/>
              </w:rPr>
              <w:t>и</w:t>
            </w:r>
            <w:r w:rsidR="00D41642">
              <w:rPr>
                <w:sz w:val="28"/>
                <w:szCs w:val="28"/>
              </w:rPr>
              <w:t>нуты</w:t>
            </w:r>
            <w:r w:rsidR="00317163">
              <w:rPr>
                <w:sz w:val="28"/>
                <w:szCs w:val="28"/>
              </w:rPr>
              <w:t xml:space="preserve">м </w:t>
            </w:r>
            <w:r w:rsidR="00D41642">
              <w:rPr>
                <w:sz w:val="28"/>
                <w:szCs w:val="28"/>
              </w:rPr>
              <w:t>населением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187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по мере </w:t>
            </w:r>
          </w:p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необходимости</w:t>
            </w:r>
          </w:p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6.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Участие членов Общественного совета в мероприятиях, проводимых другими </w:t>
            </w:r>
            <w:r w:rsidR="00D67760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государственными</w:t>
            </w:r>
            <w:r w:rsidR="00D41642">
              <w:rPr>
                <w:sz w:val="28"/>
                <w:szCs w:val="28"/>
              </w:rPr>
              <w:t>, муниципальными</w:t>
            </w:r>
            <w:r w:rsidRPr="00085B71">
              <w:rPr>
                <w:sz w:val="28"/>
                <w:szCs w:val="28"/>
              </w:rPr>
              <w:t xml:space="preserve"> и</w:t>
            </w:r>
            <w:r w:rsidR="00D41642">
              <w:rPr>
                <w:sz w:val="28"/>
                <w:szCs w:val="28"/>
              </w:rPr>
              <w:t xml:space="preserve"> другими</w:t>
            </w:r>
            <w:r w:rsidRPr="00085B71">
              <w:rPr>
                <w:sz w:val="28"/>
                <w:szCs w:val="28"/>
              </w:rPr>
              <w:t xml:space="preserve"> общественными структурами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70104A" w:rsidP="008809B7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8809B7">
              <w:rPr>
                <w:sz w:val="28"/>
                <w:szCs w:val="28"/>
              </w:rPr>
              <w:t xml:space="preserve">отдельным </w:t>
            </w:r>
            <w:r>
              <w:rPr>
                <w:sz w:val="28"/>
                <w:szCs w:val="28"/>
              </w:rPr>
              <w:t>планам</w:t>
            </w:r>
            <w:r w:rsidR="00846E9B" w:rsidRPr="00085B71">
              <w:rPr>
                <w:sz w:val="28"/>
                <w:szCs w:val="28"/>
              </w:rPr>
              <w:t xml:space="preserve"> </w:t>
            </w:r>
            <w:r w:rsidR="008809B7">
              <w:rPr>
                <w:sz w:val="28"/>
                <w:szCs w:val="28"/>
              </w:rPr>
              <w:br/>
            </w:r>
            <w:r w:rsidR="00846E9B" w:rsidRPr="00085B71">
              <w:rPr>
                <w:sz w:val="28"/>
                <w:szCs w:val="28"/>
              </w:rPr>
              <w:t>структур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7.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A5A" w:rsidRDefault="0040657B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мероприятиях, проводимых  органами местного</w:t>
            </w:r>
            <w:r w:rsidR="00846E9B" w:rsidRPr="00085B71">
              <w:rPr>
                <w:sz w:val="28"/>
                <w:szCs w:val="28"/>
              </w:rPr>
              <w:t xml:space="preserve"> самоуправления </w:t>
            </w:r>
            <w:r w:rsidR="008A1187">
              <w:rPr>
                <w:sz w:val="28"/>
                <w:szCs w:val="28"/>
              </w:rPr>
              <w:t>окр</w:t>
            </w:r>
            <w:r w:rsidR="008A1187">
              <w:rPr>
                <w:sz w:val="28"/>
                <w:szCs w:val="28"/>
              </w:rPr>
              <w:t>у</w:t>
            </w:r>
            <w:r w:rsidR="008A1187">
              <w:rPr>
                <w:sz w:val="28"/>
                <w:szCs w:val="28"/>
              </w:rPr>
              <w:t xml:space="preserve">га </w:t>
            </w:r>
            <w:r>
              <w:rPr>
                <w:sz w:val="28"/>
                <w:szCs w:val="28"/>
              </w:rPr>
              <w:t>по правовому,</w:t>
            </w:r>
            <w:r w:rsidR="00846E9B" w:rsidRPr="00085B71">
              <w:rPr>
                <w:sz w:val="28"/>
                <w:szCs w:val="28"/>
              </w:rPr>
              <w:t xml:space="preserve"> духовно-нравственному, </w:t>
            </w:r>
            <w:r w:rsidR="008A1187">
              <w:rPr>
                <w:sz w:val="28"/>
                <w:szCs w:val="28"/>
              </w:rPr>
              <w:t>в</w:t>
            </w:r>
            <w:r w:rsidR="00846E9B" w:rsidRPr="00085B71">
              <w:rPr>
                <w:sz w:val="28"/>
                <w:szCs w:val="28"/>
              </w:rPr>
              <w:t xml:space="preserve">оенно-патриотическому  воспитанию,  </w:t>
            </w:r>
            <w:r w:rsidR="00AB41CF">
              <w:rPr>
                <w:sz w:val="28"/>
                <w:szCs w:val="28"/>
              </w:rPr>
              <w:t>п</w:t>
            </w:r>
            <w:r w:rsidR="00846E9B" w:rsidRPr="00085B71">
              <w:rPr>
                <w:sz w:val="28"/>
                <w:szCs w:val="28"/>
              </w:rPr>
              <w:t xml:space="preserve">ропаганде здорового  </w:t>
            </w:r>
          </w:p>
          <w:p w:rsidR="00846E9B" w:rsidRDefault="00F30C63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образа</w:t>
            </w:r>
            <w:r w:rsidR="00846E9B" w:rsidRPr="00085B71">
              <w:rPr>
                <w:sz w:val="28"/>
                <w:szCs w:val="28"/>
              </w:rPr>
              <w:t xml:space="preserve"> жизни</w:t>
            </w:r>
            <w:r w:rsidR="00D211CE">
              <w:rPr>
                <w:sz w:val="28"/>
                <w:szCs w:val="28"/>
              </w:rPr>
              <w:t>;</w:t>
            </w:r>
          </w:p>
          <w:p w:rsidR="00AB41CF" w:rsidRDefault="00D211C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Рассмотрение вопросов </w:t>
            </w:r>
          </w:p>
          <w:p w:rsidR="00D211CE" w:rsidRPr="00085B71" w:rsidRDefault="00D211C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межнациональных и межконфессионал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отношений 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187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lastRenderedPageBreak/>
              <w:t>в течение года</w:t>
            </w:r>
            <w:r w:rsidR="00D211CE">
              <w:rPr>
                <w:sz w:val="28"/>
                <w:szCs w:val="28"/>
              </w:rPr>
              <w:t xml:space="preserve">, по мере </w:t>
            </w:r>
          </w:p>
          <w:p w:rsidR="00846E9B" w:rsidRPr="00085B71" w:rsidRDefault="00D211C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</w:tc>
      </w:tr>
      <w:tr w:rsidR="009F6388" w:rsidRPr="00085B71" w:rsidTr="008A1187">
        <w:trPr>
          <w:trHeight w:val="1151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8A1187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Проведение общественной экспертизы проектов муниципальных п</w:t>
            </w:r>
            <w:r w:rsidR="00D41642">
              <w:rPr>
                <w:sz w:val="28"/>
                <w:szCs w:val="28"/>
              </w:rPr>
              <w:t xml:space="preserve">равовых актов </w:t>
            </w:r>
            <w:r w:rsidR="00917A5A">
              <w:rPr>
                <w:sz w:val="28"/>
                <w:szCs w:val="28"/>
              </w:rPr>
              <w:t xml:space="preserve">Котласского муниципального </w:t>
            </w:r>
            <w:r w:rsidR="008A1187">
              <w:rPr>
                <w:sz w:val="28"/>
                <w:szCs w:val="28"/>
              </w:rPr>
              <w:t>округа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Pr="00085B71" w:rsidRDefault="00846E9B" w:rsidP="008A1187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по мере </w:t>
            </w:r>
            <w:r w:rsidR="008A1187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необходимо</w:t>
            </w:r>
            <w:r w:rsidR="008A1187">
              <w:rPr>
                <w:sz w:val="28"/>
                <w:szCs w:val="28"/>
              </w:rPr>
              <w:t>с</w:t>
            </w:r>
            <w:r w:rsidRPr="00085B71">
              <w:rPr>
                <w:sz w:val="28"/>
                <w:szCs w:val="28"/>
              </w:rPr>
              <w:t>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6E9B" w:rsidRDefault="00846E9B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члены Общ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ственного сов</w:t>
            </w:r>
            <w:r w:rsidRPr="00085B71">
              <w:rPr>
                <w:sz w:val="28"/>
                <w:szCs w:val="28"/>
              </w:rPr>
              <w:t>е</w:t>
            </w:r>
            <w:r w:rsidRPr="00085B71">
              <w:rPr>
                <w:sz w:val="28"/>
                <w:szCs w:val="28"/>
              </w:rPr>
              <w:t>та</w:t>
            </w:r>
          </w:p>
          <w:p w:rsidR="00811134" w:rsidRDefault="00811134" w:rsidP="00EC1F4D">
            <w:pPr>
              <w:pStyle w:val="ac"/>
              <w:rPr>
                <w:sz w:val="28"/>
                <w:szCs w:val="28"/>
              </w:rPr>
            </w:pPr>
          </w:p>
          <w:p w:rsidR="00811134" w:rsidRPr="00085B71" w:rsidRDefault="00811134" w:rsidP="00EC1F4D">
            <w:pPr>
              <w:pStyle w:val="ac"/>
              <w:rPr>
                <w:sz w:val="28"/>
                <w:szCs w:val="28"/>
              </w:rPr>
            </w:pPr>
          </w:p>
        </w:tc>
      </w:tr>
      <w:tr w:rsidR="0087536E" w:rsidRPr="00085B71" w:rsidTr="008A1187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536E" w:rsidRPr="00085B71" w:rsidRDefault="0087536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1CF" w:rsidRDefault="0087536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выездных совещаниях, </w:t>
            </w:r>
          </w:p>
          <w:p w:rsidR="0087536E" w:rsidRPr="00085B71" w:rsidRDefault="0087536E" w:rsidP="00EC1F4D">
            <w:pPr>
              <w:pStyle w:val="ac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встречах</w:t>
            </w:r>
            <w:proofErr w:type="gramEnd"/>
            <w:r>
              <w:rPr>
                <w:sz w:val="28"/>
                <w:szCs w:val="28"/>
              </w:rPr>
              <w:t xml:space="preserve"> с населением</w:t>
            </w:r>
            <w:r w:rsidR="00DE6C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совместно с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ставителями администрации, Собрания депутатов</w:t>
            </w:r>
            <w:r w:rsidR="005E6E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районного Совета ветеранов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536E" w:rsidRPr="00085B71" w:rsidRDefault="0087536E" w:rsidP="00EC1F4D">
            <w:pPr>
              <w:pStyle w:val="ac"/>
              <w:rPr>
                <w:sz w:val="28"/>
                <w:szCs w:val="28"/>
              </w:rPr>
            </w:pPr>
            <w:r w:rsidRPr="0087536E">
              <w:rPr>
                <w:sz w:val="28"/>
                <w:szCs w:val="28"/>
              </w:rPr>
              <w:t>по мере необх</w:t>
            </w:r>
            <w:r w:rsidRPr="0087536E">
              <w:rPr>
                <w:sz w:val="28"/>
                <w:szCs w:val="28"/>
              </w:rPr>
              <w:t>о</w:t>
            </w:r>
            <w:r w:rsidRPr="0087536E">
              <w:rPr>
                <w:sz w:val="28"/>
                <w:szCs w:val="28"/>
              </w:rPr>
              <w:t>димости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536E" w:rsidRPr="00085B71" w:rsidRDefault="0087536E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ственного сов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</w:p>
        </w:tc>
      </w:tr>
      <w:tr w:rsidR="00520459" w:rsidRPr="00085B71" w:rsidTr="00317163">
        <w:trPr>
          <w:trHeight w:val="117"/>
          <w:tblCellSpacing w:w="0" w:type="dxa"/>
        </w:trPr>
        <w:tc>
          <w:tcPr>
            <w:tcW w:w="9923" w:type="dxa"/>
            <w:gridSpan w:val="5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0A0A0"/>
            </w:tcBorders>
            <w:vAlign w:val="center"/>
            <w:hideMark/>
          </w:tcPr>
          <w:p w:rsidR="00B23682" w:rsidRPr="00085B71" w:rsidRDefault="00B23682" w:rsidP="0087536E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</w:t>
            </w:r>
          </w:p>
        </w:tc>
      </w:tr>
      <w:tr w:rsidR="00846E9B" w:rsidRPr="00085B71" w:rsidTr="00317163">
        <w:trPr>
          <w:trHeight w:val="399"/>
          <w:tblCellSpacing w:w="0" w:type="dxa"/>
        </w:trPr>
        <w:tc>
          <w:tcPr>
            <w:tcW w:w="9923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6C3E" w:rsidRDefault="008D6C3E" w:rsidP="00C44CD2">
            <w:pPr>
              <w:pStyle w:val="ac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C44CD2">
              <w:rPr>
                <w:b/>
                <w:sz w:val="28"/>
                <w:szCs w:val="28"/>
              </w:rPr>
              <w:t xml:space="preserve">Вопросы, вносимые на </w:t>
            </w:r>
            <w:r w:rsidR="00080FCE" w:rsidRPr="00C44CD2">
              <w:rPr>
                <w:b/>
                <w:sz w:val="28"/>
                <w:szCs w:val="28"/>
              </w:rPr>
              <w:t>заседания</w:t>
            </w:r>
            <w:r w:rsidR="00AB41CF" w:rsidRPr="00C44CD2">
              <w:rPr>
                <w:b/>
                <w:sz w:val="28"/>
                <w:szCs w:val="28"/>
              </w:rPr>
              <w:t xml:space="preserve"> </w:t>
            </w:r>
            <w:r w:rsidRPr="00C44CD2">
              <w:rPr>
                <w:b/>
                <w:sz w:val="28"/>
                <w:szCs w:val="28"/>
              </w:rPr>
              <w:t>Общественного совета</w:t>
            </w:r>
          </w:p>
          <w:p w:rsidR="00085B71" w:rsidRPr="00085B71" w:rsidRDefault="00085B71" w:rsidP="008D6C3E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9F6388" w:rsidRPr="00085B71" w:rsidTr="00317163">
        <w:trPr>
          <w:trHeight w:val="1172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C1F4D" w:rsidRPr="00085B71" w:rsidRDefault="00EC1F4D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C1F4D" w:rsidRPr="00085B71" w:rsidRDefault="00D91D8F" w:rsidP="00D91D8F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бюджете Котласского муниципального округа на 2025 год и плановый период 2026, 2027 годов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C1F4D" w:rsidRPr="00085B71" w:rsidRDefault="00D41642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C1F4D" w:rsidRPr="00085B71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C1F4D" w:rsidRPr="00085B71" w:rsidRDefault="00312F5F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5E6E5E">
              <w:rPr>
                <w:sz w:val="28"/>
                <w:szCs w:val="28"/>
              </w:rPr>
              <w:t>дминистрация</w:t>
            </w:r>
          </w:p>
        </w:tc>
      </w:tr>
      <w:tr w:rsidR="00FF623E" w:rsidRPr="00085B71" w:rsidTr="00317163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23E" w:rsidRPr="00085B71" w:rsidRDefault="00FF623E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23E" w:rsidRPr="00085B71" w:rsidRDefault="00610FFE" w:rsidP="00760FB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об и</w:t>
            </w:r>
            <w:r w:rsidR="00B9037E">
              <w:rPr>
                <w:sz w:val="28"/>
                <w:szCs w:val="28"/>
              </w:rPr>
              <w:t>тог</w:t>
            </w:r>
            <w:r>
              <w:rPr>
                <w:sz w:val="28"/>
                <w:szCs w:val="28"/>
              </w:rPr>
              <w:t>ах</w:t>
            </w:r>
            <w:r w:rsidR="00B9037E">
              <w:rPr>
                <w:sz w:val="28"/>
                <w:szCs w:val="28"/>
              </w:rPr>
              <w:t xml:space="preserve"> реализации ин</w:t>
            </w:r>
            <w:r w:rsidR="00B9037E">
              <w:rPr>
                <w:sz w:val="28"/>
                <w:szCs w:val="28"/>
              </w:rPr>
              <w:t>и</w:t>
            </w:r>
            <w:r w:rsidR="00B9037E">
              <w:rPr>
                <w:sz w:val="28"/>
                <w:szCs w:val="28"/>
              </w:rPr>
              <w:t>циативных проектов за 202</w:t>
            </w:r>
            <w:r w:rsidR="00760FB6">
              <w:rPr>
                <w:sz w:val="28"/>
                <w:szCs w:val="28"/>
              </w:rPr>
              <w:t>4</w:t>
            </w:r>
            <w:r w:rsidR="00B9037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23E" w:rsidRPr="00085B71" w:rsidRDefault="00FF623E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85B71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23E" w:rsidRPr="00085B71" w:rsidRDefault="00FF623E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154180" w:rsidRPr="00085B71" w:rsidTr="00317163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180" w:rsidRPr="00085B71" w:rsidRDefault="0015418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180" w:rsidRDefault="00154180" w:rsidP="003072F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празднованию 80-летия Победы в Великой Отечественной войне 1941–1945 гг.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180" w:rsidRDefault="00F725A9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180" w:rsidRDefault="00F725A9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47C10" w:rsidRPr="00085B71" w:rsidTr="00317163">
        <w:trPr>
          <w:trHeight w:val="1158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Default="00D47C10" w:rsidP="00DE6C4A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прохождении отопител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сезона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Default="00D47C10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Default="00D47C10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6A7F3A" w:rsidRPr="00085B71" w:rsidTr="00317163">
        <w:trPr>
          <w:trHeight w:val="1158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7F3A" w:rsidRPr="00085B71" w:rsidRDefault="006A7F3A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7F3A" w:rsidRDefault="0078352F" w:rsidP="00DE6C4A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предоставлении земельных участков многодетным семьям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7F3A" w:rsidRDefault="0078352F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7F3A" w:rsidRDefault="0078352F" w:rsidP="0038168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47C10" w:rsidRPr="00085B71" w:rsidTr="00317163">
        <w:trPr>
          <w:trHeight w:val="1158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Default="00760FB6" w:rsidP="007C704F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мероприятий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контроля по реализации проектов «Комфортное Поморье»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Default="00D47C10" w:rsidP="00381686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3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8925AB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47C10" w:rsidRPr="00085B71" w:rsidTr="00317163">
        <w:trPr>
          <w:trHeight w:val="14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22375C" w:rsidP="00904107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Заслушивание </w:t>
            </w:r>
            <w:r w:rsidR="00BE52ED">
              <w:rPr>
                <w:sz w:val="28"/>
                <w:szCs w:val="28"/>
              </w:rPr>
              <w:t>информации по</w:t>
            </w:r>
            <w:r w:rsidR="00D47C10">
              <w:rPr>
                <w:sz w:val="28"/>
                <w:szCs w:val="28"/>
              </w:rPr>
              <w:t xml:space="preserve"> разработке и реализа</w:t>
            </w:r>
            <w:r w:rsidR="00CE5863">
              <w:rPr>
                <w:sz w:val="28"/>
                <w:szCs w:val="28"/>
              </w:rPr>
              <w:t xml:space="preserve">ции </w:t>
            </w:r>
            <w:r w:rsidR="00A25BD2" w:rsidRPr="00750A96">
              <w:rPr>
                <w:sz w:val="28"/>
                <w:szCs w:val="28"/>
              </w:rPr>
              <w:t>инициативных проектов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квартал 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CF023C" w:rsidP="0022375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47C10" w:rsidRPr="00085B71" w:rsidTr="00317163">
        <w:trPr>
          <w:trHeight w:val="82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750A96" w:rsidP="0013458B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итогах проведения общественного контроля по реализации проектов «Ко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фортное Поморье»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4D45CE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085B71">
              <w:rPr>
                <w:sz w:val="28"/>
                <w:szCs w:val="28"/>
              </w:rPr>
              <w:t>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554BF0" w:rsidP="007C704F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Председатель, члены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ственного совета</w:t>
            </w:r>
          </w:p>
        </w:tc>
      </w:tr>
      <w:tr w:rsidR="00D47C10" w:rsidRPr="00085B71" w:rsidTr="00317163">
        <w:trPr>
          <w:trHeight w:val="1191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9563A4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Заслуш</w:t>
            </w:r>
            <w:r w:rsidR="009563A4">
              <w:rPr>
                <w:sz w:val="28"/>
                <w:szCs w:val="28"/>
              </w:rPr>
              <w:t>ивание</w:t>
            </w:r>
            <w:r>
              <w:rPr>
                <w:sz w:val="28"/>
                <w:szCs w:val="28"/>
              </w:rPr>
              <w:t xml:space="preserve"> информаци</w:t>
            </w:r>
            <w:r w:rsidR="009563A4">
              <w:rPr>
                <w:sz w:val="28"/>
                <w:szCs w:val="28"/>
              </w:rPr>
              <w:t>и</w:t>
            </w:r>
            <w:r w:rsidRPr="00085B71">
              <w:rPr>
                <w:sz w:val="28"/>
                <w:szCs w:val="28"/>
              </w:rPr>
              <w:t xml:space="preserve"> по духовно-нравственному и патриотическому во</w:t>
            </w:r>
            <w:r w:rsidRPr="00085B71">
              <w:rPr>
                <w:sz w:val="28"/>
                <w:szCs w:val="28"/>
              </w:rPr>
              <w:t>с</w:t>
            </w:r>
            <w:r w:rsidRPr="00085B71">
              <w:rPr>
                <w:sz w:val="28"/>
                <w:szCs w:val="28"/>
              </w:rPr>
              <w:t>питанию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85B71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47C10" w:rsidRPr="00085B71" w:rsidTr="00317163">
        <w:trPr>
          <w:trHeight w:val="1143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1F1D2B" w:rsidP="00E73D51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р</w:t>
            </w:r>
            <w:r w:rsidR="009806BE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и</w:t>
            </w:r>
            <w:r w:rsidR="00D47C10">
              <w:rPr>
                <w:sz w:val="28"/>
                <w:szCs w:val="28"/>
              </w:rPr>
              <w:t xml:space="preserve"> муниципал</w:t>
            </w:r>
            <w:r w:rsidR="00D47C10">
              <w:rPr>
                <w:sz w:val="28"/>
                <w:szCs w:val="28"/>
              </w:rPr>
              <w:t>ь</w:t>
            </w:r>
            <w:r w:rsidR="00D47C10">
              <w:rPr>
                <w:sz w:val="28"/>
                <w:szCs w:val="28"/>
              </w:rPr>
              <w:t xml:space="preserve">ных программ </w:t>
            </w:r>
            <w:r w:rsidR="00E73D51">
              <w:rPr>
                <w:sz w:val="28"/>
                <w:szCs w:val="28"/>
              </w:rPr>
              <w:t>за</w:t>
            </w:r>
            <w:r w:rsidR="00D47C10">
              <w:rPr>
                <w:sz w:val="28"/>
                <w:szCs w:val="28"/>
              </w:rPr>
              <w:t xml:space="preserve"> </w:t>
            </w:r>
            <w:r w:rsidR="00E73D51">
              <w:rPr>
                <w:sz w:val="28"/>
                <w:szCs w:val="28"/>
              </w:rPr>
              <w:t>2025</w:t>
            </w:r>
            <w:r w:rsidR="00D47C10" w:rsidRPr="00085B7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4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832875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5275C6" w:rsidRPr="00085B71" w:rsidTr="00317163">
        <w:trPr>
          <w:trHeight w:val="1143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5C6" w:rsidRPr="00085B71" w:rsidRDefault="005275C6" w:rsidP="00FF623E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5C6" w:rsidRDefault="005275C6" w:rsidP="00E73D51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плана работы на 2026 год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5C6" w:rsidRPr="00085B71" w:rsidRDefault="00C51406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5C6" w:rsidRDefault="00554BF0" w:rsidP="00554BF0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Председатель, члены </w:t>
            </w:r>
            <w:r w:rsidR="00C51406">
              <w:rPr>
                <w:sz w:val="28"/>
                <w:szCs w:val="28"/>
              </w:rPr>
              <w:t>Общ</w:t>
            </w:r>
            <w:r w:rsidR="00C51406">
              <w:rPr>
                <w:sz w:val="28"/>
                <w:szCs w:val="28"/>
              </w:rPr>
              <w:t>е</w:t>
            </w:r>
            <w:r w:rsidR="00C51406">
              <w:rPr>
                <w:sz w:val="28"/>
                <w:szCs w:val="28"/>
              </w:rPr>
              <w:t>ственн</w:t>
            </w:r>
            <w:r>
              <w:rPr>
                <w:sz w:val="28"/>
                <w:szCs w:val="28"/>
              </w:rPr>
              <w:t>ого</w:t>
            </w:r>
            <w:r w:rsidR="00C51406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D47C10" w:rsidRPr="00085B71" w:rsidTr="00317163">
        <w:trPr>
          <w:trHeight w:val="980"/>
          <w:tblCellSpacing w:w="0" w:type="dxa"/>
        </w:trPr>
        <w:tc>
          <w:tcPr>
            <w:tcW w:w="99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D47C10" w:rsidRPr="00CC1F67" w:rsidRDefault="00D47C10" w:rsidP="00CC1F67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F67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вопросы</w:t>
            </w:r>
          </w:p>
        </w:tc>
      </w:tr>
      <w:tr w:rsidR="00D47C10" w:rsidRPr="00085B71" w:rsidTr="00317163">
        <w:trPr>
          <w:trHeight w:val="839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3F29DB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Проведение заседаний Общественного совета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3F29DB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Председатель </w:t>
            </w:r>
            <w:r w:rsidR="003F29DB">
              <w:rPr>
                <w:sz w:val="28"/>
                <w:szCs w:val="28"/>
              </w:rPr>
              <w:t>Общественного совета</w:t>
            </w:r>
          </w:p>
        </w:tc>
      </w:tr>
      <w:tr w:rsidR="00D47C10" w:rsidRPr="00085B71" w:rsidTr="00317163">
        <w:trPr>
          <w:trHeight w:val="1063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8B11D9" w:rsidP="003121C4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взаимодействия с</w:t>
            </w:r>
            <w:r w:rsidR="00D47C10" w:rsidRPr="00085B71">
              <w:rPr>
                <w:sz w:val="28"/>
                <w:szCs w:val="28"/>
              </w:rPr>
              <w:t xml:space="preserve"> </w:t>
            </w:r>
            <w:r w:rsidR="003121C4">
              <w:rPr>
                <w:sz w:val="28"/>
                <w:szCs w:val="28"/>
              </w:rPr>
              <w:br/>
            </w:r>
            <w:r w:rsidR="00D47C10" w:rsidRPr="00085B71">
              <w:rPr>
                <w:sz w:val="28"/>
                <w:szCs w:val="28"/>
              </w:rPr>
              <w:t>Общественной палатой Архангельской  области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в течение года</w:t>
            </w:r>
          </w:p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3F29DB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Председатель О</w:t>
            </w:r>
            <w:r w:rsidR="003F29DB">
              <w:rPr>
                <w:sz w:val="28"/>
                <w:szCs w:val="28"/>
              </w:rPr>
              <w:t>бщественного совета</w:t>
            </w:r>
          </w:p>
        </w:tc>
      </w:tr>
      <w:tr w:rsidR="00D47C10" w:rsidRPr="00085B71" w:rsidTr="00317163">
        <w:trPr>
          <w:trHeight w:val="1033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2A402E" w:rsidRDefault="00D47C10" w:rsidP="003121C4">
            <w:pPr>
              <w:pStyle w:val="ac"/>
              <w:rPr>
                <w:sz w:val="28"/>
                <w:szCs w:val="28"/>
              </w:rPr>
            </w:pPr>
            <w:r w:rsidRPr="002A402E">
              <w:rPr>
                <w:sz w:val="28"/>
                <w:szCs w:val="28"/>
              </w:rPr>
              <w:t>Организация работы Приемной</w:t>
            </w:r>
            <w:r w:rsidR="008B11D9" w:rsidRPr="002A402E">
              <w:rPr>
                <w:sz w:val="28"/>
                <w:szCs w:val="28"/>
              </w:rPr>
              <w:t xml:space="preserve"> </w:t>
            </w:r>
            <w:r w:rsidRPr="002A402E">
              <w:rPr>
                <w:sz w:val="28"/>
                <w:szCs w:val="28"/>
              </w:rPr>
              <w:t>Общ</w:t>
            </w:r>
            <w:r w:rsidRPr="002A402E">
              <w:rPr>
                <w:sz w:val="28"/>
                <w:szCs w:val="28"/>
              </w:rPr>
              <w:t>е</w:t>
            </w:r>
            <w:r w:rsidRPr="002A402E">
              <w:rPr>
                <w:sz w:val="28"/>
                <w:szCs w:val="28"/>
              </w:rPr>
              <w:t>ственного совета (по</w:t>
            </w:r>
            <w:r w:rsidR="008B11D9" w:rsidRPr="002A402E">
              <w:rPr>
                <w:sz w:val="28"/>
                <w:szCs w:val="28"/>
              </w:rPr>
              <w:t xml:space="preserve"> месту</w:t>
            </w:r>
            <w:r w:rsidRPr="002A402E">
              <w:rPr>
                <w:sz w:val="28"/>
                <w:szCs w:val="28"/>
              </w:rPr>
              <w:t xml:space="preserve"> работы </w:t>
            </w:r>
            <w:r w:rsidR="003121C4" w:rsidRPr="002A402E">
              <w:rPr>
                <w:sz w:val="28"/>
                <w:szCs w:val="28"/>
              </w:rPr>
              <w:br/>
            </w:r>
            <w:r w:rsidRPr="002A402E">
              <w:rPr>
                <w:sz w:val="28"/>
                <w:szCs w:val="28"/>
              </w:rPr>
              <w:t>членов ОС)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2A402E" w:rsidRDefault="00CB3943" w:rsidP="00EC1F4D">
            <w:pPr>
              <w:pStyle w:val="ac"/>
              <w:rPr>
                <w:sz w:val="28"/>
                <w:szCs w:val="28"/>
              </w:rPr>
            </w:pPr>
            <w:r w:rsidRPr="002A402E">
              <w:rPr>
                <w:sz w:val="28"/>
                <w:szCs w:val="28"/>
              </w:rPr>
              <w:t>По мере нео</w:t>
            </w:r>
            <w:r w:rsidRPr="002A402E">
              <w:rPr>
                <w:sz w:val="28"/>
                <w:szCs w:val="28"/>
              </w:rPr>
              <w:t>б</w:t>
            </w:r>
            <w:r w:rsidRPr="002A402E">
              <w:rPr>
                <w:sz w:val="28"/>
                <w:szCs w:val="28"/>
              </w:rPr>
              <w:t>ходимости (обращения населения)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Члены </w:t>
            </w:r>
            <w:r w:rsidR="003121C4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Общественного  совета</w:t>
            </w:r>
          </w:p>
        </w:tc>
      </w:tr>
      <w:tr w:rsidR="00D47C10" w:rsidRPr="00085B71" w:rsidTr="00317163">
        <w:trPr>
          <w:trHeight w:val="963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C10" w:rsidRPr="00085B71" w:rsidRDefault="00D47C10" w:rsidP="00FF623E">
            <w:pPr>
              <w:pStyle w:val="ac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3121C4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Формирование ежегодного отчета о </w:t>
            </w:r>
            <w:r w:rsidR="003121C4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деятельности Общественного совета за те</w:t>
            </w:r>
            <w:r w:rsidR="008B11D9">
              <w:rPr>
                <w:sz w:val="28"/>
                <w:szCs w:val="28"/>
              </w:rPr>
              <w:t xml:space="preserve">кущий </w:t>
            </w:r>
            <w:r w:rsidRPr="00085B71">
              <w:rPr>
                <w:sz w:val="28"/>
                <w:szCs w:val="28"/>
              </w:rPr>
              <w:t>год</w:t>
            </w:r>
            <w:r w:rsidR="008B11D9">
              <w:rPr>
                <w:sz w:val="28"/>
                <w:szCs w:val="28"/>
              </w:rPr>
              <w:t xml:space="preserve"> для размещения на офиц</w:t>
            </w:r>
            <w:r w:rsidR="008B11D9">
              <w:rPr>
                <w:sz w:val="28"/>
                <w:szCs w:val="28"/>
              </w:rPr>
              <w:t>и</w:t>
            </w:r>
            <w:r w:rsidR="008B11D9">
              <w:rPr>
                <w:sz w:val="28"/>
                <w:szCs w:val="28"/>
              </w:rPr>
              <w:t xml:space="preserve">альном сайте </w:t>
            </w:r>
            <w:r w:rsidR="003121C4">
              <w:rPr>
                <w:sz w:val="28"/>
                <w:szCs w:val="28"/>
              </w:rPr>
              <w:t>округа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C37BD1" w:rsidP="00EC1F4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D47C10" w:rsidRPr="00085B71">
              <w:rPr>
                <w:sz w:val="28"/>
                <w:szCs w:val="28"/>
              </w:rPr>
              <w:t>екабрь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 xml:space="preserve">Председатель, члены </w:t>
            </w:r>
            <w:r w:rsidR="003121C4">
              <w:rPr>
                <w:sz w:val="28"/>
                <w:szCs w:val="28"/>
              </w:rPr>
              <w:br/>
            </w:r>
            <w:r w:rsidRPr="00085B71">
              <w:rPr>
                <w:sz w:val="28"/>
                <w:szCs w:val="28"/>
              </w:rPr>
              <w:t>Общественного  совета</w:t>
            </w:r>
          </w:p>
        </w:tc>
      </w:tr>
      <w:tr w:rsidR="00D47C10" w:rsidRPr="00085B71" w:rsidTr="00317163">
        <w:trPr>
          <w:trHeight w:val="840"/>
          <w:tblCellSpacing w:w="0" w:type="dxa"/>
        </w:trPr>
        <w:tc>
          <w:tcPr>
            <w:tcW w:w="99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D47C10" w:rsidRPr="00C44CD2" w:rsidRDefault="00D47C10" w:rsidP="00C44CD2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C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Информационное обеспечение</w:t>
            </w:r>
          </w:p>
        </w:tc>
      </w:tr>
      <w:tr w:rsidR="00D47C10" w:rsidRPr="00085B71" w:rsidTr="00317163">
        <w:trPr>
          <w:trHeight w:val="584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FF623E">
            <w:pPr>
              <w:pStyle w:val="ac"/>
              <w:tabs>
                <w:tab w:val="left" w:pos="269"/>
              </w:tabs>
              <w:ind w:left="284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1.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AB7BF5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раздела Общественного совета</w:t>
            </w:r>
            <w:r w:rsidRPr="00085B71">
              <w:rPr>
                <w:sz w:val="28"/>
                <w:szCs w:val="28"/>
              </w:rPr>
              <w:t xml:space="preserve"> на официальном сайте </w:t>
            </w:r>
            <w:r w:rsidR="00CE4157">
              <w:rPr>
                <w:sz w:val="28"/>
                <w:szCs w:val="28"/>
              </w:rPr>
              <w:t>Котласского м</w:t>
            </w:r>
            <w:r w:rsidR="00CE4157">
              <w:rPr>
                <w:sz w:val="28"/>
                <w:szCs w:val="28"/>
              </w:rPr>
              <w:t>у</w:t>
            </w:r>
            <w:r w:rsidR="00CE4157">
              <w:rPr>
                <w:sz w:val="28"/>
                <w:szCs w:val="28"/>
              </w:rPr>
              <w:t xml:space="preserve">ниципального </w:t>
            </w:r>
            <w:r w:rsidR="00AB7BF5">
              <w:rPr>
                <w:sz w:val="28"/>
                <w:szCs w:val="28"/>
              </w:rPr>
              <w:t>округа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Pr="00085B71" w:rsidRDefault="00D47C10" w:rsidP="00EC1F4D">
            <w:pPr>
              <w:pStyle w:val="ac"/>
              <w:rPr>
                <w:sz w:val="28"/>
                <w:szCs w:val="28"/>
              </w:rPr>
            </w:pPr>
            <w:r w:rsidRPr="00085B7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C10" w:rsidRDefault="00C66C13" w:rsidP="00C66C1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r w:rsidR="00AB7BF5">
              <w:rPr>
                <w:sz w:val="28"/>
                <w:szCs w:val="28"/>
              </w:rPr>
              <w:t>Общ</w:t>
            </w:r>
            <w:r w:rsidR="00AB7BF5">
              <w:rPr>
                <w:sz w:val="28"/>
                <w:szCs w:val="28"/>
              </w:rPr>
              <w:t>е</w:t>
            </w:r>
            <w:r w:rsidR="00AB7BF5">
              <w:rPr>
                <w:sz w:val="28"/>
                <w:szCs w:val="28"/>
              </w:rPr>
              <w:t>ственного совета,</w:t>
            </w:r>
          </w:p>
          <w:p w:rsidR="00156D21" w:rsidRPr="00085B71" w:rsidRDefault="00AB7BF5" w:rsidP="00C66C1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56D21">
              <w:rPr>
                <w:sz w:val="28"/>
                <w:szCs w:val="28"/>
              </w:rPr>
              <w:t>дминистрация</w:t>
            </w:r>
          </w:p>
        </w:tc>
      </w:tr>
    </w:tbl>
    <w:p w:rsidR="006E34ED" w:rsidRPr="00085B71" w:rsidRDefault="006E34ED" w:rsidP="004F57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E34ED" w:rsidRPr="00085B71" w:rsidSect="00CB5EE7">
      <w:headerReference w:type="default" r:id="rId9"/>
      <w:pgSz w:w="11906" w:h="16838"/>
      <w:pgMar w:top="144" w:right="851" w:bottom="142" w:left="1701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72" w:rsidRDefault="00934372" w:rsidP="00CA3AD3">
      <w:pPr>
        <w:spacing w:after="0" w:line="240" w:lineRule="auto"/>
      </w:pPr>
      <w:r>
        <w:separator/>
      </w:r>
    </w:p>
  </w:endnote>
  <w:endnote w:type="continuationSeparator" w:id="0">
    <w:p w:rsidR="00934372" w:rsidRDefault="00934372" w:rsidP="00CA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72" w:rsidRDefault="00934372" w:rsidP="00CA3AD3">
      <w:pPr>
        <w:spacing w:after="0" w:line="240" w:lineRule="auto"/>
      </w:pPr>
      <w:r>
        <w:separator/>
      </w:r>
    </w:p>
  </w:footnote>
  <w:footnote w:type="continuationSeparator" w:id="0">
    <w:p w:rsidR="00934372" w:rsidRDefault="00934372" w:rsidP="00CA3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D3" w:rsidRDefault="00CA3AD3">
    <w:pPr>
      <w:pStyle w:val="a4"/>
    </w:pPr>
  </w:p>
  <w:p w:rsidR="00CA3AD3" w:rsidRDefault="00CA3A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4662"/>
    <w:multiLevelType w:val="hybridMultilevel"/>
    <w:tmpl w:val="E65CDF7C"/>
    <w:lvl w:ilvl="0" w:tplc="A2949FDA">
      <w:start w:val="1"/>
      <w:numFmt w:val="decimal"/>
      <w:lvlText w:val="%1)"/>
      <w:lvlJc w:val="left"/>
      <w:pPr>
        <w:ind w:left="188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B32B3"/>
    <w:multiLevelType w:val="hybridMultilevel"/>
    <w:tmpl w:val="51DA7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53BA5"/>
    <w:multiLevelType w:val="hybridMultilevel"/>
    <w:tmpl w:val="2C4A8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87DAA"/>
    <w:multiLevelType w:val="hybridMultilevel"/>
    <w:tmpl w:val="3B0CA712"/>
    <w:lvl w:ilvl="0" w:tplc="8A043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45EA1"/>
    <w:multiLevelType w:val="hybridMultilevel"/>
    <w:tmpl w:val="6FEAE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21573"/>
    <w:multiLevelType w:val="hybridMultilevel"/>
    <w:tmpl w:val="426CB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81733"/>
    <w:multiLevelType w:val="hybridMultilevel"/>
    <w:tmpl w:val="4A4A7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F11A4"/>
    <w:multiLevelType w:val="hybridMultilevel"/>
    <w:tmpl w:val="7728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904D3"/>
    <w:multiLevelType w:val="hybridMultilevel"/>
    <w:tmpl w:val="02B4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E9B"/>
    <w:rsid w:val="00005EE7"/>
    <w:rsid w:val="00017AAF"/>
    <w:rsid w:val="00023E9E"/>
    <w:rsid w:val="00026528"/>
    <w:rsid w:val="00032E5A"/>
    <w:rsid w:val="00043D35"/>
    <w:rsid w:val="00072494"/>
    <w:rsid w:val="00074C26"/>
    <w:rsid w:val="00080FCE"/>
    <w:rsid w:val="00085B71"/>
    <w:rsid w:val="00090D10"/>
    <w:rsid w:val="00097DD7"/>
    <w:rsid w:val="000A0603"/>
    <w:rsid w:val="000B515C"/>
    <w:rsid w:val="000C1B95"/>
    <w:rsid w:val="000D4885"/>
    <w:rsid w:val="000D51B2"/>
    <w:rsid w:val="000F1BDC"/>
    <w:rsid w:val="0010687A"/>
    <w:rsid w:val="0012463E"/>
    <w:rsid w:val="0013458B"/>
    <w:rsid w:val="00154180"/>
    <w:rsid w:val="00156D21"/>
    <w:rsid w:val="00182CA4"/>
    <w:rsid w:val="00186AE8"/>
    <w:rsid w:val="00194E2B"/>
    <w:rsid w:val="00197D25"/>
    <w:rsid w:val="001A5F70"/>
    <w:rsid w:val="001B744A"/>
    <w:rsid w:val="001C3375"/>
    <w:rsid w:val="001D663B"/>
    <w:rsid w:val="001E2708"/>
    <w:rsid w:val="001E4139"/>
    <w:rsid w:val="001F1D2B"/>
    <w:rsid w:val="00201598"/>
    <w:rsid w:val="0020614B"/>
    <w:rsid w:val="0022375C"/>
    <w:rsid w:val="002264AE"/>
    <w:rsid w:val="00254F50"/>
    <w:rsid w:val="002714FA"/>
    <w:rsid w:val="002A402E"/>
    <w:rsid w:val="002C6430"/>
    <w:rsid w:val="002D0944"/>
    <w:rsid w:val="002D36AA"/>
    <w:rsid w:val="002E38AB"/>
    <w:rsid w:val="002F5E45"/>
    <w:rsid w:val="00303FDA"/>
    <w:rsid w:val="00306286"/>
    <w:rsid w:val="003072FC"/>
    <w:rsid w:val="003121C4"/>
    <w:rsid w:val="00312ADD"/>
    <w:rsid w:val="00312F5F"/>
    <w:rsid w:val="00317163"/>
    <w:rsid w:val="00331DDA"/>
    <w:rsid w:val="00347FBE"/>
    <w:rsid w:val="00364CF7"/>
    <w:rsid w:val="00365922"/>
    <w:rsid w:val="003F0680"/>
    <w:rsid w:val="003F0B3D"/>
    <w:rsid w:val="003F29DB"/>
    <w:rsid w:val="0040657B"/>
    <w:rsid w:val="00427C77"/>
    <w:rsid w:val="00446597"/>
    <w:rsid w:val="00447D5F"/>
    <w:rsid w:val="004560B4"/>
    <w:rsid w:val="00474016"/>
    <w:rsid w:val="004C55F1"/>
    <w:rsid w:val="004D22CB"/>
    <w:rsid w:val="004D45CE"/>
    <w:rsid w:val="004D551F"/>
    <w:rsid w:val="004F183F"/>
    <w:rsid w:val="004F57D1"/>
    <w:rsid w:val="00520459"/>
    <w:rsid w:val="005275C6"/>
    <w:rsid w:val="005405C4"/>
    <w:rsid w:val="00542C11"/>
    <w:rsid w:val="00554BF0"/>
    <w:rsid w:val="0057445E"/>
    <w:rsid w:val="00583DB2"/>
    <w:rsid w:val="00587DDA"/>
    <w:rsid w:val="005942A0"/>
    <w:rsid w:val="005B7A68"/>
    <w:rsid w:val="005D0C73"/>
    <w:rsid w:val="005E6E5E"/>
    <w:rsid w:val="00610FFE"/>
    <w:rsid w:val="00646B39"/>
    <w:rsid w:val="006537D2"/>
    <w:rsid w:val="00661B2F"/>
    <w:rsid w:val="00663DF6"/>
    <w:rsid w:val="00665516"/>
    <w:rsid w:val="00670F45"/>
    <w:rsid w:val="0068041C"/>
    <w:rsid w:val="006863D4"/>
    <w:rsid w:val="006A3BC1"/>
    <w:rsid w:val="006A5F17"/>
    <w:rsid w:val="006A7F3A"/>
    <w:rsid w:val="006C3FD3"/>
    <w:rsid w:val="006D549A"/>
    <w:rsid w:val="006E34ED"/>
    <w:rsid w:val="006E70A6"/>
    <w:rsid w:val="006F7319"/>
    <w:rsid w:val="0070104A"/>
    <w:rsid w:val="00727A71"/>
    <w:rsid w:val="007477D4"/>
    <w:rsid w:val="00750A96"/>
    <w:rsid w:val="00760FB6"/>
    <w:rsid w:val="00762131"/>
    <w:rsid w:val="00767F5C"/>
    <w:rsid w:val="0078352F"/>
    <w:rsid w:val="007A72CD"/>
    <w:rsid w:val="007C704F"/>
    <w:rsid w:val="00810A43"/>
    <w:rsid w:val="00811134"/>
    <w:rsid w:val="00831D5D"/>
    <w:rsid w:val="00832875"/>
    <w:rsid w:val="00846E9B"/>
    <w:rsid w:val="0085209D"/>
    <w:rsid w:val="0086384C"/>
    <w:rsid w:val="0087536E"/>
    <w:rsid w:val="008809B7"/>
    <w:rsid w:val="008879AD"/>
    <w:rsid w:val="008A1187"/>
    <w:rsid w:val="008B0619"/>
    <w:rsid w:val="008B11D9"/>
    <w:rsid w:val="008C5898"/>
    <w:rsid w:val="008D491B"/>
    <w:rsid w:val="008D6C3E"/>
    <w:rsid w:val="008E2380"/>
    <w:rsid w:val="008F1597"/>
    <w:rsid w:val="00904107"/>
    <w:rsid w:val="00905A35"/>
    <w:rsid w:val="00913014"/>
    <w:rsid w:val="009145D9"/>
    <w:rsid w:val="00917A5A"/>
    <w:rsid w:val="00934372"/>
    <w:rsid w:val="009563A4"/>
    <w:rsid w:val="00960ACC"/>
    <w:rsid w:val="009614A2"/>
    <w:rsid w:val="00970A0A"/>
    <w:rsid w:val="009762E4"/>
    <w:rsid w:val="00977B55"/>
    <w:rsid w:val="0098041E"/>
    <w:rsid w:val="009806BE"/>
    <w:rsid w:val="009A097A"/>
    <w:rsid w:val="009F6388"/>
    <w:rsid w:val="00A013D7"/>
    <w:rsid w:val="00A01EDE"/>
    <w:rsid w:val="00A02706"/>
    <w:rsid w:val="00A04A28"/>
    <w:rsid w:val="00A25BD2"/>
    <w:rsid w:val="00A86AC6"/>
    <w:rsid w:val="00AB41CF"/>
    <w:rsid w:val="00AB7BF5"/>
    <w:rsid w:val="00AD2A5D"/>
    <w:rsid w:val="00AD5DE2"/>
    <w:rsid w:val="00AE65BB"/>
    <w:rsid w:val="00B03705"/>
    <w:rsid w:val="00B16AFB"/>
    <w:rsid w:val="00B23682"/>
    <w:rsid w:val="00B37922"/>
    <w:rsid w:val="00B44B12"/>
    <w:rsid w:val="00B50135"/>
    <w:rsid w:val="00B5164B"/>
    <w:rsid w:val="00B72E9E"/>
    <w:rsid w:val="00B9037E"/>
    <w:rsid w:val="00BD797D"/>
    <w:rsid w:val="00BE52ED"/>
    <w:rsid w:val="00BF129C"/>
    <w:rsid w:val="00C17F64"/>
    <w:rsid w:val="00C302BC"/>
    <w:rsid w:val="00C37BD1"/>
    <w:rsid w:val="00C44CD2"/>
    <w:rsid w:val="00C51406"/>
    <w:rsid w:val="00C66C13"/>
    <w:rsid w:val="00CA3AD3"/>
    <w:rsid w:val="00CA4D10"/>
    <w:rsid w:val="00CA71C7"/>
    <w:rsid w:val="00CB3943"/>
    <w:rsid w:val="00CB5EE7"/>
    <w:rsid w:val="00CC1F67"/>
    <w:rsid w:val="00CD58A9"/>
    <w:rsid w:val="00CE4157"/>
    <w:rsid w:val="00CE5863"/>
    <w:rsid w:val="00CE5954"/>
    <w:rsid w:val="00CF023C"/>
    <w:rsid w:val="00D15667"/>
    <w:rsid w:val="00D20706"/>
    <w:rsid w:val="00D211CE"/>
    <w:rsid w:val="00D41642"/>
    <w:rsid w:val="00D47C10"/>
    <w:rsid w:val="00D67760"/>
    <w:rsid w:val="00D91D8F"/>
    <w:rsid w:val="00DA1A40"/>
    <w:rsid w:val="00DA46DA"/>
    <w:rsid w:val="00DC0E26"/>
    <w:rsid w:val="00DC1769"/>
    <w:rsid w:val="00DE6C4A"/>
    <w:rsid w:val="00DF3859"/>
    <w:rsid w:val="00E3627C"/>
    <w:rsid w:val="00E73D51"/>
    <w:rsid w:val="00EA1DFA"/>
    <w:rsid w:val="00EB0BF7"/>
    <w:rsid w:val="00EC1F4D"/>
    <w:rsid w:val="00ED2EE9"/>
    <w:rsid w:val="00EE02DC"/>
    <w:rsid w:val="00F30C63"/>
    <w:rsid w:val="00F44167"/>
    <w:rsid w:val="00F7127A"/>
    <w:rsid w:val="00F725A9"/>
    <w:rsid w:val="00FE41AD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6A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603"/>
  </w:style>
  <w:style w:type="paragraph" w:styleId="a4">
    <w:name w:val="header"/>
    <w:basedOn w:val="a"/>
    <w:link w:val="a5"/>
    <w:uiPriority w:val="99"/>
    <w:semiHidden/>
    <w:unhideWhenUsed/>
    <w:rsid w:val="00C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A3AD3"/>
  </w:style>
  <w:style w:type="paragraph" w:styleId="a6">
    <w:name w:val="footer"/>
    <w:basedOn w:val="a"/>
    <w:link w:val="a7"/>
    <w:uiPriority w:val="99"/>
    <w:semiHidden/>
    <w:unhideWhenUsed/>
    <w:rsid w:val="00C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A3AD3"/>
  </w:style>
  <w:style w:type="paragraph" w:styleId="a8">
    <w:name w:val="List Paragraph"/>
    <w:basedOn w:val="a"/>
    <w:uiPriority w:val="34"/>
    <w:qFormat/>
    <w:rsid w:val="00CA3AD3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2D36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2D36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186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0B5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6E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basedOn w:val="a0"/>
    <w:link w:val="ac"/>
    <w:uiPriority w:val="1"/>
    <w:locked/>
    <w:rsid w:val="006E34E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6A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603"/>
  </w:style>
  <w:style w:type="paragraph" w:styleId="a4">
    <w:name w:val="header"/>
    <w:basedOn w:val="a"/>
    <w:link w:val="a5"/>
    <w:uiPriority w:val="99"/>
    <w:semiHidden/>
    <w:unhideWhenUsed/>
    <w:rsid w:val="00C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A3AD3"/>
  </w:style>
  <w:style w:type="paragraph" w:styleId="a6">
    <w:name w:val="footer"/>
    <w:basedOn w:val="a"/>
    <w:link w:val="a7"/>
    <w:uiPriority w:val="99"/>
    <w:semiHidden/>
    <w:unhideWhenUsed/>
    <w:rsid w:val="00C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A3AD3"/>
  </w:style>
  <w:style w:type="paragraph" w:styleId="a8">
    <w:name w:val="List Paragraph"/>
    <w:basedOn w:val="a"/>
    <w:uiPriority w:val="34"/>
    <w:qFormat/>
    <w:rsid w:val="00CA3AD3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2D36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2D36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186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0B5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6E3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basedOn w:val="a0"/>
    <w:link w:val="ac"/>
    <w:uiPriority w:val="1"/>
    <w:locked/>
    <w:rsid w:val="006E34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4;&#1073;&#1097;&#1077;&#1089;&#1090;&#1074;&#1077;&#1085;&#1085;&#1099;&#1081;%20&#1089;&#1086;&#1074;&#1077;&#1090;\&#1055;&#1083;&#1072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2E10-2995-461B-BDBD-DD221059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План.dotx</Template>
  <TotalTime>75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Светлана Савватиевна Даутова</cp:lastModifiedBy>
  <cp:revision>43</cp:revision>
  <cp:lastPrinted>2017-06-02T10:26:00Z</cp:lastPrinted>
  <dcterms:created xsi:type="dcterms:W3CDTF">2024-12-17T15:20:00Z</dcterms:created>
  <dcterms:modified xsi:type="dcterms:W3CDTF">2024-12-27T12:06:00Z</dcterms:modified>
</cp:coreProperties>
</file>